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53127" w14:textId="05FEECE7" w:rsidR="00056142" w:rsidRDefault="00A35200" w:rsidP="00056142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Aufgabenblatt 1 zur </w:t>
      </w:r>
      <w:r w:rsidR="009B141A">
        <w:rPr>
          <w:rFonts w:eastAsiaTheme="minorHAnsi"/>
          <w:lang w:eastAsia="en-US"/>
        </w:rPr>
        <w:t>Entkopplung der GUI</w:t>
      </w:r>
    </w:p>
    <w:p w14:paraId="5B828E13" w14:textId="34342395" w:rsidR="00C41E70" w:rsidRDefault="00D72C10" w:rsidP="00C41E70">
      <w:pPr>
        <w:rPr>
          <w:rFonts w:eastAsiaTheme="minorHAnsi"/>
          <w:lang w:eastAsia="en-US"/>
        </w:rPr>
      </w:pPr>
      <w:r>
        <w:rPr>
          <w:rFonts w:eastAsia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A56E36" wp14:editId="432F2A8B">
                <wp:simplePos x="0" y="0"/>
                <wp:positionH relativeFrom="column">
                  <wp:posOffset>-3175</wp:posOffset>
                </wp:positionH>
                <wp:positionV relativeFrom="paragraph">
                  <wp:posOffset>477520</wp:posOffset>
                </wp:positionV>
                <wp:extent cx="6126480" cy="3901440"/>
                <wp:effectExtent l="0" t="0" r="26670" b="22860"/>
                <wp:wrapSquare wrapText="bothSides"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6480" cy="3901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BF62D7" w14:textId="77777777" w:rsidR="00C41E70" w:rsidRPr="006A2EE5" w:rsidRDefault="00C41E70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eastAsia="en-US"/>
                              </w:rPr>
                            </w:pPr>
                            <w:r w:rsidRPr="006A2EE5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eastAsia="en-US"/>
                              </w:rPr>
                              <w:t>/* Auszug aus der GUI-Erstellung */</w:t>
                            </w:r>
                          </w:p>
                          <w:p w14:paraId="353FA893" w14:textId="77777777" w:rsidR="00C41E70" w:rsidRPr="00007DA2" w:rsidRDefault="00C41E70" w:rsidP="00C41E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JButton 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btnStart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= 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new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JButton(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2A00FF"/>
                                <w:szCs w:val="20"/>
                                <w:lang w:val="en-US" w:eastAsia="en-US"/>
                              </w:rPr>
                              <w:t>"Start"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6632DA67" w14:textId="77777777" w:rsidR="00C41E70" w:rsidRPr="00007DA2" w:rsidRDefault="00C41E70" w:rsidP="00C41E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btnStart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.addActionListener(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new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ActionListener() {</w:t>
                            </w:r>
                          </w:p>
                          <w:p w14:paraId="47F19ACD" w14:textId="77777777" w:rsidR="00C41E70" w:rsidRPr="00007DA2" w:rsidRDefault="00C41E70" w:rsidP="00C41E70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public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void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actionPerformed(ActionEvent 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6A3E3E"/>
                                <w:szCs w:val="20"/>
                                <w:lang w:val="en-US" w:eastAsia="en-US"/>
                              </w:rPr>
                              <w:t>e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 {</w:t>
                            </w:r>
                          </w:p>
                          <w:p w14:paraId="347831AA" w14:textId="251C02E8" w:rsidR="00C41E70" w:rsidRPr="00007DA2" w:rsidRDefault="00C41E70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if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(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C0"/>
                                <w:szCs w:val="20"/>
                                <w:lang w:val="en-US" w:eastAsia="en-US"/>
                              </w:rPr>
                              <w:t>running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</w:t>
                            </w:r>
                            <w:r w:rsidR="00AA6C04"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return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;</w:t>
                            </w:r>
                          </w:p>
                          <w:p w14:paraId="3EA83B33" w14:textId="4B386E17" w:rsidR="00FB4AAD" w:rsidRPr="00007DA2" w:rsidRDefault="00FB4AAD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4EE455C0" w14:textId="1A1F6B5A" w:rsidR="00FB4AAD" w:rsidRPr="00007DA2" w:rsidRDefault="00FB4AAD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42660894" w14:textId="77777777" w:rsidR="00D02FAE" w:rsidRPr="00007DA2" w:rsidRDefault="00D02FAE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2C8F75D5" w14:textId="77777777" w:rsidR="00FB4AAD" w:rsidRPr="00007DA2" w:rsidRDefault="00FB4AAD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02161942" w14:textId="3FEF90B8" w:rsidR="00C41E70" w:rsidRPr="00007DA2" w:rsidRDefault="00C41E70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startReceiver();</w:t>
                            </w:r>
                          </w:p>
                          <w:p w14:paraId="648FB5F0" w14:textId="1C3CEDE4" w:rsidR="00FB4AAD" w:rsidRPr="00007DA2" w:rsidRDefault="00FB4AAD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687F0DA1" w14:textId="1A2F66D4" w:rsidR="00FB4AAD" w:rsidRPr="00007DA2" w:rsidRDefault="00FB4AAD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27888944" w14:textId="77777777" w:rsidR="00D02FAE" w:rsidRPr="00007DA2" w:rsidRDefault="00D02FAE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34FC8729" w14:textId="77777777" w:rsidR="00FB4AAD" w:rsidRPr="00007DA2" w:rsidRDefault="00FB4AAD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24D3ABEE" w14:textId="77777777" w:rsidR="00C41E70" w:rsidRPr="00007DA2" w:rsidRDefault="00C41E70" w:rsidP="00FB4AA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}</w:t>
                            </w:r>
                          </w:p>
                          <w:p w14:paraId="677790B8" w14:textId="77777777" w:rsidR="00C41E70" w:rsidRPr="00007DA2" w:rsidRDefault="00C41E70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  <w:t>});</w:t>
                            </w:r>
                          </w:p>
                          <w:p w14:paraId="70F7C9B8" w14:textId="17F5C5AD" w:rsidR="00C41E70" w:rsidRPr="00007DA2" w:rsidRDefault="00C41E70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4AAD4328" w14:textId="2E2A1BAC" w:rsidR="00C41E70" w:rsidRPr="00007DA2" w:rsidRDefault="00C41E70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2074521B" w14:textId="7E8378E9" w:rsidR="00AA6C04" w:rsidRPr="00007DA2" w:rsidRDefault="00AA6C04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14C2809A" w14:textId="77777777" w:rsidR="00AA6C04" w:rsidRPr="00007DA2" w:rsidRDefault="00AA6C04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</w:p>
                          <w:p w14:paraId="6D0280BE" w14:textId="77777777" w:rsidR="00C41E70" w:rsidRPr="00007DA2" w:rsidRDefault="00C41E70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/* Empfangsmethode */</w:t>
                            </w:r>
                          </w:p>
                          <w:p w14:paraId="1411DE41" w14:textId="77777777" w:rsidR="00C41E70" w:rsidRPr="00007DA2" w:rsidRDefault="00C41E70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b/>
                                <w:bCs/>
                                <w:color w:val="7F0055"/>
                                <w:szCs w:val="20"/>
                                <w:lang w:val="en-US" w:eastAsia="en-US"/>
                              </w:rPr>
                              <w:t>void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 xml:space="preserve"> startReceiver() {</w:t>
                            </w:r>
                          </w:p>
                          <w:p w14:paraId="0C882661" w14:textId="77777777" w:rsidR="00C41E70" w:rsidRPr="00007DA2" w:rsidRDefault="00C41E70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val="en-US"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C0"/>
                                <w:szCs w:val="20"/>
                                <w:lang w:val="en-US" w:eastAsia="en-US"/>
                              </w:rPr>
                              <w:t>textField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.setText(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2A00FF"/>
                                <w:szCs w:val="20"/>
                                <w:lang w:val="en-US" w:eastAsia="en-US"/>
                              </w:rPr>
                              <w:t>"Receiver startet"</w:t>
                            </w: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>);</w:t>
                            </w:r>
                          </w:p>
                          <w:p w14:paraId="39AFA46E" w14:textId="1B0F0E09" w:rsidR="00C41E70" w:rsidRDefault="00C41E70" w:rsidP="00C41E70">
                            <w:pPr>
                              <w:tabs>
                                <w:tab w:val="left" w:pos="426"/>
                                <w:tab w:val="left" w:pos="851"/>
                                <w:tab w:val="left" w:pos="1276"/>
                                <w:tab w:val="left" w:pos="1701"/>
                                <w:tab w:val="left" w:pos="2127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nsolas" w:eastAsiaTheme="minorHAnsi" w:hAnsi="Consolas" w:cs="Consolas"/>
                                <w:szCs w:val="20"/>
                                <w:lang w:eastAsia="en-US"/>
                              </w:rPr>
                            </w:pPr>
                            <w:r w:rsidRPr="00007DA2"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val="en-US" w:eastAsia="en-US"/>
                              </w:rPr>
                              <w:tab/>
                            </w: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...</w:t>
                            </w:r>
                          </w:p>
                          <w:p w14:paraId="5D470E87" w14:textId="77777777" w:rsidR="00C41E70" w:rsidRDefault="00C41E70" w:rsidP="00C41E70">
                            <w:pPr>
                              <w:tabs>
                                <w:tab w:val="left" w:pos="284"/>
                                <w:tab w:val="left" w:pos="426"/>
                                <w:tab w:val="left" w:pos="567"/>
                                <w:tab w:val="left" w:pos="851"/>
                                <w:tab w:val="left" w:pos="1134"/>
                                <w:tab w:val="left" w:pos="1276"/>
                                <w:tab w:val="left" w:pos="1418"/>
                                <w:tab w:val="left" w:pos="1701"/>
                                <w:tab w:val="left" w:pos="2127"/>
                              </w:tabs>
                            </w:pPr>
                            <w:r>
                              <w:rPr>
                                <w:rFonts w:ascii="Consolas" w:eastAsiaTheme="minorHAnsi" w:hAnsi="Consolas" w:cs="Consolas"/>
                                <w:color w:val="000000"/>
                                <w:szCs w:val="20"/>
                                <w:lang w:eastAsia="en-US"/>
                              </w:rPr>
                              <w:t>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56E36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-.25pt;margin-top:37.6pt;width:482.4pt;height:30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" fillcolor="white [3201]" strokeweight=".5pt">
                <v:textbox>
                  <w:txbxContent>
                    <w:p w14:paraId="5CBF62D7" w14:textId="77777777" w:rsidR="00C41E70" w:rsidRPr="006A2EE5" w:rsidRDefault="00C41E70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 w:rsidRPr="006A2EE5"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/* Auszug aus der GUI-Erstellung */</w:t>
                      </w:r>
                    </w:p>
                    <w:p w14:paraId="353FA893" w14:textId="77777777" w:rsidR="00C41E70" w:rsidRDefault="00C41E70" w:rsidP="00C41E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JButton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btnStart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=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new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JButton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r>
                        <w:rPr>
                          <w:rFonts w:ascii="Consolas" w:eastAsiaTheme="minorHAnsi" w:hAnsi="Consolas" w:cs="Consolas"/>
                          <w:color w:val="2A00FF"/>
                          <w:szCs w:val="20"/>
                          <w:lang w:eastAsia="en-US"/>
                        </w:rPr>
                        <w:t>"Start"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6632DA67" w14:textId="77777777" w:rsidR="00C41E70" w:rsidRDefault="00C41E70" w:rsidP="00C41E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btnStart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.addActionListener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new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ActionListener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 {</w:t>
                      </w:r>
                    </w:p>
                    <w:p w14:paraId="47F19ACD" w14:textId="77777777" w:rsidR="00C41E70" w:rsidRDefault="00C41E70" w:rsidP="00C41E70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public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void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actionPerformed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spellStart"/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ActionEvent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r>
                        <w:rPr>
                          <w:rFonts w:ascii="Consolas" w:eastAsiaTheme="minorHAnsi" w:hAnsi="Consolas" w:cs="Consolas"/>
                          <w:color w:val="6A3E3E"/>
                          <w:szCs w:val="20"/>
                          <w:lang w:eastAsia="en-US"/>
                        </w:rPr>
                        <w:t>e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 {</w:t>
                      </w:r>
                    </w:p>
                    <w:p w14:paraId="347831AA" w14:textId="251C02E8" w:rsidR="00C41E70" w:rsidRDefault="00C41E70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if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(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C0"/>
                          <w:szCs w:val="20"/>
                          <w:lang w:eastAsia="en-US"/>
                        </w:rPr>
                        <w:t>running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</w:t>
                      </w:r>
                      <w:r w:rsidR="00AA6C04"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return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;</w:t>
                      </w:r>
                    </w:p>
                    <w:p w14:paraId="3EA83B33" w14:textId="4B386E17" w:rsidR="00FB4AAD" w:rsidRDefault="00FB4AAD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</w:p>
                    <w:p w14:paraId="4EE455C0" w14:textId="1A1F6B5A" w:rsidR="00FB4AAD" w:rsidRDefault="00FB4AAD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</w:p>
                    <w:p w14:paraId="42660894" w14:textId="77777777" w:rsidR="00D02FAE" w:rsidRDefault="00D02FAE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</w:p>
                    <w:p w14:paraId="2C8F75D5" w14:textId="77777777" w:rsidR="00FB4AAD" w:rsidRDefault="00FB4AAD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</w:p>
                    <w:p w14:paraId="02161942" w14:textId="3FEF90B8" w:rsidR="00C41E70" w:rsidRDefault="00C41E70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startReceiver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648FB5F0" w14:textId="1C3CEDE4" w:rsidR="00FB4AAD" w:rsidRDefault="00FB4AAD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</w:p>
                    <w:p w14:paraId="687F0DA1" w14:textId="1A2F66D4" w:rsidR="00FB4AAD" w:rsidRDefault="00FB4AAD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</w:p>
                    <w:p w14:paraId="27888944" w14:textId="77777777" w:rsidR="00D02FAE" w:rsidRDefault="00D02FAE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</w:p>
                    <w:p w14:paraId="34FC8729" w14:textId="77777777" w:rsidR="00FB4AAD" w:rsidRDefault="00FB4AAD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</w:p>
                    <w:p w14:paraId="24D3ABEE" w14:textId="77777777" w:rsidR="00C41E70" w:rsidRDefault="00C41E70" w:rsidP="00FB4AA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}</w:t>
                      </w:r>
                    </w:p>
                    <w:p w14:paraId="677790B8" w14:textId="77777777" w:rsidR="00C41E70" w:rsidRDefault="00C41E70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});</w:t>
                      </w:r>
                    </w:p>
                    <w:p w14:paraId="70F7C9B8" w14:textId="17F5C5AD" w:rsidR="00C41E70" w:rsidRDefault="00C41E70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</w:p>
                    <w:p w14:paraId="4AAD4328" w14:textId="2E2A1BAC" w:rsidR="00C41E70" w:rsidRDefault="00C41E70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</w:p>
                    <w:p w14:paraId="2074521B" w14:textId="7E8378E9" w:rsidR="00AA6C04" w:rsidRDefault="00AA6C04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</w:p>
                    <w:p w14:paraId="14C2809A" w14:textId="77777777" w:rsidR="00AA6C04" w:rsidRDefault="00AA6C04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</w:p>
                    <w:p w14:paraId="6D0280BE" w14:textId="77777777" w:rsidR="00C41E70" w:rsidRDefault="00C41E70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/* Empfangsmethode */</w:t>
                      </w:r>
                    </w:p>
                    <w:p w14:paraId="1411DE41" w14:textId="77777777" w:rsidR="00C41E70" w:rsidRDefault="00C41E70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proofErr w:type="spellStart"/>
                      <w:r>
                        <w:rPr>
                          <w:rFonts w:ascii="Consolas" w:eastAsiaTheme="minorHAnsi" w:hAnsi="Consolas" w:cs="Consolas"/>
                          <w:b/>
                          <w:bCs/>
                          <w:color w:val="7F0055"/>
                          <w:szCs w:val="20"/>
                          <w:lang w:eastAsia="en-US"/>
                        </w:rPr>
                        <w:t>void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startReceiver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proofErr w:type="gram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 {</w:t>
                      </w:r>
                    </w:p>
                    <w:p w14:paraId="0C882661" w14:textId="77777777" w:rsidR="00C41E70" w:rsidRDefault="00C41E70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</w:r>
                      <w:proofErr w:type="spellStart"/>
                      <w:r>
                        <w:rPr>
                          <w:rFonts w:ascii="Consolas" w:eastAsiaTheme="minorHAnsi" w:hAnsi="Consolas" w:cs="Consolas"/>
                          <w:color w:val="0000C0"/>
                          <w:szCs w:val="20"/>
                          <w:lang w:eastAsia="en-US"/>
                        </w:rPr>
                        <w:t>textField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.setText</w:t>
                      </w:r>
                      <w:proofErr w:type="spellEnd"/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(</w:t>
                      </w:r>
                      <w:r>
                        <w:rPr>
                          <w:rFonts w:ascii="Consolas" w:eastAsiaTheme="minorHAnsi" w:hAnsi="Consolas" w:cs="Consolas"/>
                          <w:color w:val="2A00FF"/>
                          <w:szCs w:val="20"/>
                          <w:lang w:eastAsia="en-US"/>
                        </w:rPr>
                        <w:t>"Receiver startet"</w:t>
                      </w: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);</w:t>
                      </w:r>
                    </w:p>
                    <w:p w14:paraId="39AFA46E" w14:textId="1B0F0E09" w:rsidR="00C41E70" w:rsidRDefault="00C41E70" w:rsidP="00C41E70">
                      <w:pPr>
                        <w:tabs>
                          <w:tab w:val="left" w:pos="426"/>
                          <w:tab w:val="left" w:pos="851"/>
                          <w:tab w:val="left" w:pos="1276"/>
                          <w:tab w:val="left" w:pos="1701"/>
                          <w:tab w:val="left" w:pos="2127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nsolas" w:eastAsiaTheme="minorHAnsi" w:hAnsi="Consolas" w:cs="Consolas"/>
                          <w:szCs w:val="20"/>
                          <w:lang w:eastAsia="en-US"/>
                        </w:rPr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ab/>
                        <w:t>...</w:t>
                      </w:r>
                    </w:p>
                    <w:p w14:paraId="5D470E87" w14:textId="77777777" w:rsidR="00C41E70" w:rsidRDefault="00C41E70" w:rsidP="00C41E70">
                      <w:pPr>
                        <w:tabs>
                          <w:tab w:val="left" w:pos="284"/>
                          <w:tab w:val="left" w:pos="426"/>
                          <w:tab w:val="left" w:pos="567"/>
                          <w:tab w:val="left" w:pos="851"/>
                          <w:tab w:val="left" w:pos="1134"/>
                          <w:tab w:val="left" w:pos="1276"/>
                          <w:tab w:val="left" w:pos="1418"/>
                          <w:tab w:val="left" w:pos="1701"/>
                          <w:tab w:val="left" w:pos="2127"/>
                        </w:tabs>
                      </w:pPr>
                      <w:r>
                        <w:rPr>
                          <w:rFonts w:ascii="Consolas" w:eastAsiaTheme="minorHAnsi" w:hAnsi="Consolas" w:cs="Consolas"/>
                          <w:color w:val="000000"/>
                          <w:szCs w:val="20"/>
                          <w:lang w:eastAsia="en-US"/>
                        </w:rPr>
                        <w:t>}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71365">
        <w:rPr>
          <w:rFonts w:eastAsiaTheme="minorHAnsi"/>
          <w:lang w:eastAsia="en-US"/>
        </w:rPr>
        <w:t>Ergänzen Sie</w:t>
      </w:r>
      <w:r w:rsidR="00C41E70">
        <w:rPr>
          <w:rFonts w:eastAsiaTheme="minorHAnsi"/>
          <w:lang w:eastAsia="en-US"/>
        </w:rPr>
        <w:t xml:space="preserve"> den Code aus der Themeneinführung so, dass die GUI nicht </w:t>
      </w:r>
      <w:r w:rsidR="00671365">
        <w:rPr>
          <w:rFonts w:eastAsiaTheme="minorHAnsi"/>
          <w:lang w:eastAsia="en-US"/>
        </w:rPr>
        <w:t>blockiert. Verwenden Sie</w:t>
      </w:r>
      <w:r w:rsidR="00C41E70">
        <w:rPr>
          <w:rFonts w:eastAsiaTheme="minorHAnsi"/>
          <w:lang w:eastAsia="en-US"/>
        </w:rPr>
        <w:t xml:space="preserve"> als Information dazu das I</w:t>
      </w:r>
      <w:r>
        <w:rPr>
          <w:rFonts w:eastAsiaTheme="minorHAnsi"/>
          <w:lang w:eastAsia="en-US"/>
        </w:rPr>
        <w:t>nformationsblatt 1.</w:t>
      </w:r>
    </w:p>
    <w:p w14:paraId="089751F8" w14:textId="264B1CFD" w:rsidR="00031CF5" w:rsidRDefault="00031CF5" w:rsidP="00170A6C">
      <w:pPr>
        <w:pStyle w:val="berschrift3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Fragen:</w:t>
      </w:r>
    </w:p>
    <w:p w14:paraId="4A275BB5" w14:textId="261FE4FB" w:rsidR="003C1078" w:rsidRPr="00264886" w:rsidRDefault="00E1235A" w:rsidP="00264886">
      <w:pPr>
        <w:pStyle w:val="Listenabsatz"/>
        <w:numPr>
          <w:ilvl w:val="0"/>
          <w:numId w:val="14"/>
        </w:numPr>
        <w:rPr>
          <w:rFonts w:eastAsiaTheme="minorHAnsi"/>
          <w:lang w:eastAsia="en-US"/>
        </w:rPr>
      </w:pPr>
      <w:r w:rsidRPr="00264886">
        <w:rPr>
          <w:rFonts w:eastAsiaTheme="minorHAnsi"/>
          <w:lang w:eastAsia="en-US"/>
        </w:rPr>
        <w:t>Kann es bei der obigen Lösung trotzdem zu unerwartetem Verhalten kommen?</w:t>
      </w:r>
      <w:r w:rsidR="00AC5E10" w:rsidRPr="00264886">
        <w:rPr>
          <w:rFonts w:eastAsiaTheme="minorHAnsi"/>
          <w:lang w:eastAsia="en-US"/>
        </w:rPr>
        <w:t xml:space="preserve"> </w:t>
      </w:r>
      <w:r w:rsidR="008C5B7B" w:rsidRPr="00264886">
        <w:rPr>
          <w:rFonts w:eastAsiaTheme="minorHAnsi"/>
          <w:lang w:eastAsia="en-US"/>
        </w:rPr>
        <w:t>Überlegen Sie dazu</w:t>
      </w:r>
      <w:r w:rsidR="00671365">
        <w:rPr>
          <w:rFonts w:eastAsiaTheme="minorHAnsi"/>
          <w:lang w:eastAsia="en-US"/>
        </w:rPr>
        <w:t>,</w:t>
      </w:r>
      <w:r w:rsidR="008C5B7B" w:rsidRPr="00264886">
        <w:rPr>
          <w:rFonts w:eastAsiaTheme="minorHAnsi"/>
          <w:lang w:eastAsia="en-US"/>
        </w:rPr>
        <w:t xml:space="preserve"> welche Threads in dem Programm laufen. </w:t>
      </w:r>
      <w:r w:rsidR="00AC5E10" w:rsidRPr="00264886">
        <w:rPr>
          <w:rFonts w:eastAsiaTheme="minorHAnsi"/>
          <w:lang w:eastAsia="en-US"/>
        </w:rPr>
        <w:t>Begründen Sie.</w:t>
      </w:r>
    </w:p>
    <w:p w14:paraId="4494B2A2" w14:textId="0684BAA7" w:rsidR="00DB3C33" w:rsidRDefault="00DB3C33" w:rsidP="003C1078">
      <w:pPr>
        <w:rPr>
          <w:rFonts w:eastAsiaTheme="minorHAnsi"/>
          <w:lang w:eastAsia="en-US"/>
        </w:rPr>
      </w:pPr>
    </w:p>
    <w:p w14:paraId="65B3D1CD" w14:textId="50EAE4E2" w:rsidR="008517BE" w:rsidRPr="003C1078" w:rsidRDefault="008517BE" w:rsidP="003C1078">
      <w:pPr>
        <w:rPr>
          <w:rFonts w:eastAsiaTheme="minorHAnsi"/>
          <w:lang w:eastAsia="en-US"/>
        </w:rPr>
      </w:pPr>
    </w:p>
    <w:p w14:paraId="16B4C944" w14:textId="25F04003" w:rsidR="00700118" w:rsidRPr="00264886" w:rsidRDefault="00F12A38" w:rsidP="00264886">
      <w:pPr>
        <w:pStyle w:val="Listenabsatz"/>
        <w:numPr>
          <w:ilvl w:val="0"/>
          <w:numId w:val="14"/>
        </w:numPr>
        <w:rPr>
          <w:rFonts w:eastAsiaTheme="minorHAnsi"/>
          <w:lang w:eastAsia="en-US"/>
        </w:rPr>
      </w:pPr>
      <w:r w:rsidRPr="00264886">
        <w:rPr>
          <w:rFonts w:eastAsiaTheme="minorHAnsi"/>
          <w:lang w:eastAsia="en-US"/>
        </w:rPr>
        <w:t>Schlagen Sie einen Aufruf vor, der geeignet wäre, das mögliche Problem zu beheben.</w:t>
      </w:r>
    </w:p>
    <w:p w14:paraId="75679E39" w14:textId="462A159A" w:rsidR="00700118" w:rsidRDefault="00700118" w:rsidP="00DC3289">
      <w:pPr>
        <w:rPr>
          <w:rFonts w:eastAsiaTheme="minorHAnsi"/>
          <w:lang w:eastAsia="en-US"/>
        </w:rPr>
      </w:pPr>
    </w:p>
    <w:p w14:paraId="0F7106C8" w14:textId="6093B904" w:rsidR="00BF13D7" w:rsidRDefault="00BF13D7" w:rsidP="00DC3289">
      <w:pPr>
        <w:rPr>
          <w:rFonts w:eastAsiaTheme="minorHAnsi"/>
          <w:lang w:eastAsia="en-US"/>
        </w:rPr>
      </w:pPr>
    </w:p>
    <w:p w14:paraId="61D48144" w14:textId="77777777" w:rsidR="00264886" w:rsidRDefault="00173EEB" w:rsidP="00264886">
      <w:pPr>
        <w:pStyle w:val="Listenabsatz"/>
        <w:numPr>
          <w:ilvl w:val="0"/>
          <w:numId w:val="14"/>
        </w:numPr>
        <w:rPr>
          <w:rFonts w:eastAsiaTheme="minorHAnsi"/>
          <w:lang w:eastAsia="en-US"/>
        </w:rPr>
      </w:pPr>
      <w:r w:rsidRPr="00264886">
        <w:rPr>
          <w:rFonts w:eastAsiaTheme="minorHAnsi"/>
          <w:lang w:eastAsia="en-US"/>
        </w:rPr>
        <w:t>Skizzieren (Beschreiben) Sie eine Lösung, die mehrere Sender als Clients aufnehmen kann. Beantworten Sie dazu die folgenden Fragen</w:t>
      </w:r>
      <w:r w:rsidR="00264886">
        <w:rPr>
          <w:rFonts w:eastAsiaTheme="minorHAnsi"/>
          <w:lang w:eastAsia="en-US"/>
        </w:rPr>
        <w:t>:</w:t>
      </w:r>
    </w:p>
    <w:p w14:paraId="413A6462" w14:textId="19E9FB89" w:rsidR="00173EEB" w:rsidRDefault="00173EEB" w:rsidP="00264886">
      <w:pPr>
        <w:pStyle w:val="Listenabsatz"/>
        <w:numPr>
          <w:ilvl w:val="1"/>
          <w:numId w:val="14"/>
        </w:numPr>
        <w:rPr>
          <w:rFonts w:eastAsiaTheme="minorHAnsi"/>
          <w:lang w:eastAsia="en-US"/>
        </w:rPr>
      </w:pPr>
      <w:r w:rsidRPr="00264886">
        <w:rPr>
          <w:rFonts w:eastAsiaTheme="minorHAnsi"/>
          <w:lang w:eastAsia="en-US"/>
        </w:rPr>
        <w:t>In welcher Datenstruktur speichern Sie die verschiedenen Clients?</w:t>
      </w:r>
    </w:p>
    <w:p w14:paraId="55917A20" w14:textId="106ECFFE" w:rsidR="00173EEB" w:rsidRPr="00264886" w:rsidRDefault="00173EEB" w:rsidP="00264886">
      <w:pPr>
        <w:pStyle w:val="Listenabsatz"/>
        <w:numPr>
          <w:ilvl w:val="1"/>
          <w:numId w:val="14"/>
        </w:numPr>
        <w:rPr>
          <w:rFonts w:eastAsiaTheme="minorHAnsi"/>
          <w:lang w:eastAsia="en-US"/>
        </w:rPr>
      </w:pPr>
      <w:r w:rsidRPr="00264886">
        <w:rPr>
          <w:rFonts w:eastAsiaTheme="minorHAnsi"/>
          <w:lang w:eastAsia="en-US"/>
        </w:rPr>
        <w:t>Welches Objekt müssen Sie speichern?</w:t>
      </w:r>
    </w:p>
    <w:p w14:paraId="660F4B47" w14:textId="0AFA6C8C" w:rsidR="00C95358" w:rsidRDefault="00C95358" w:rsidP="00DC3289">
      <w:pPr>
        <w:rPr>
          <w:rFonts w:eastAsiaTheme="minorHAnsi"/>
          <w:lang w:eastAsia="en-US"/>
        </w:rPr>
      </w:pPr>
    </w:p>
    <w:p w14:paraId="2F66B767" w14:textId="3EFD0E1D" w:rsidR="00C95358" w:rsidRPr="00827497" w:rsidRDefault="00671365" w:rsidP="00827497">
      <w:pPr>
        <w:pStyle w:val="Listenabsatz"/>
        <w:numPr>
          <w:ilvl w:val="0"/>
          <w:numId w:val="14"/>
        </w:num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Erläutern Sie zwei Szenarien: W</w:t>
      </w:r>
      <w:bookmarkStart w:id="0" w:name="_GoBack"/>
      <w:bookmarkEnd w:id="0"/>
      <w:r w:rsidR="00827497">
        <w:rPr>
          <w:rFonts w:eastAsiaTheme="minorHAnsi"/>
          <w:lang w:eastAsia="en-US"/>
        </w:rPr>
        <w:t>ann speichern Sie diese Datenstruktur aus 3a lokal, wann als Attribut in der Receiver-Klasse?</w:t>
      </w:r>
    </w:p>
    <w:sectPr w:rsidR="00C95358" w:rsidRPr="00827497" w:rsidSect="00425DE1">
      <w:headerReference w:type="default" r:id="rId11"/>
      <w:footerReference w:type="default" r:id="rId12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50750" w14:textId="77777777" w:rsidR="005A1E8F" w:rsidRDefault="005A1E8F" w:rsidP="009E6718">
      <w:r>
        <w:separator/>
      </w:r>
    </w:p>
  </w:endnote>
  <w:endnote w:type="continuationSeparator" w:id="0">
    <w:p w14:paraId="3BE9C260" w14:textId="77777777" w:rsidR="005A1E8F" w:rsidRDefault="005A1E8F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49E3CB70" w:rsidR="00900544" w:rsidRPr="00A23F6B" w:rsidRDefault="00900544" w:rsidP="00A23F6B">
    <w:pPr>
      <w:pStyle w:val="Fuzeile"/>
      <w:jc w:val="right"/>
      <w:rPr>
        <w:rFonts w:ascii="Arial" w:hAnsi="Arial" w:cs="Arial"/>
        <w:b/>
      </w:rPr>
    </w:pPr>
    <w:r w:rsidRPr="00900544">
      <w:rPr>
        <w:rFonts w:ascii="Arial" w:hAnsi="Arial" w:cs="Arial"/>
        <w:b/>
      </w:rPr>
      <w:t xml:space="preserve">Seite </w:t>
    </w:r>
    <w:r w:rsidR="001467C2" w:rsidRPr="00900544">
      <w:rPr>
        <w:rFonts w:ascii="Arial" w:hAnsi="Arial" w:cs="Arial"/>
        <w:b/>
      </w:rPr>
      <w:fldChar w:fldCharType="begin"/>
    </w:r>
    <w:r w:rsidRPr="00900544">
      <w:rPr>
        <w:rFonts w:ascii="Arial" w:hAnsi="Arial" w:cs="Arial"/>
        <w:b/>
      </w:rPr>
      <w:instrText xml:space="preserve"> PAGE  \* Arabic  \* MERGEFORMAT </w:instrText>
    </w:r>
    <w:r w:rsidR="001467C2" w:rsidRPr="00900544">
      <w:rPr>
        <w:rFonts w:ascii="Arial" w:hAnsi="Arial" w:cs="Arial"/>
        <w:b/>
      </w:rPr>
      <w:fldChar w:fldCharType="separate"/>
    </w:r>
    <w:r w:rsidR="00671365">
      <w:rPr>
        <w:rFonts w:ascii="Arial" w:hAnsi="Arial" w:cs="Arial"/>
        <w:b/>
        <w:noProof/>
      </w:rPr>
      <w:t>1</w:t>
    </w:r>
    <w:r w:rsidR="001467C2" w:rsidRPr="00900544">
      <w:rPr>
        <w:rFonts w:ascii="Arial" w:hAnsi="Arial" w:cs="Arial"/>
        <w:b/>
      </w:rPr>
      <w:fldChar w:fldCharType="end"/>
    </w:r>
    <w:r w:rsidRPr="00900544">
      <w:rPr>
        <w:rFonts w:ascii="Arial" w:hAnsi="Arial" w:cs="Arial"/>
        <w:b/>
      </w:rPr>
      <w:t xml:space="preserve"> von </w:t>
    </w:r>
    <w:r w:rsidR="005A1E8F">
      <w:fldChar w:fldCharType="begin"/>
    </w:r>
    <w:r w:rsidR="005A1E8F">
      <w:instrText xml:space="preserve"> NUMPAGES   \* MERGEFORMAT </w:instrText>
    </w:r>
    <w:r w:rsidR="005A1E8F">
      <w:fldChar w:fldCharType="separate"/>
    </w:r>
    <w:r w:rsidR="00671365" w:rsidRPr="00671365">
      <w:rPr>
        <w:rFonts w:ascii="Arial" w:hAnsi="Arial" w:cs="Arial"/>
        <w:b/>
        <w:noProof/>
      </w:rPr>
      <w:t>1</w:t>
    </w:r>
    <w:r w:rsidR="005A1E8F">
      <w:rPr>
        <w:rFonts w:ascii="Arial" w:hAnsi="Arial" w:cs="Arial"/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9B8EB" w14:textId="77777777" w:rsidR="005A1E8F" w:rsidRDefault="005A1E8F" w:rsidP="009E6718">
      <w:r>
        <w:separator/>
      </w:r>
    </w:p>
  </w:footnote>
  <w:footnote w:type="continuationSeparator" w:id="0">
    <w:p w14:paraId="6E186D02" w14:textId="77777777" w:rsidR="005A1E8F" w:rsidRDefault="005A1E8F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92582" w14:textId="1B4B0F3C" w:rsidR="00611402" w:rsidRDefault="00C61D4D" w:rsidP="00611402">
    <w:pPr>
      <w:pStyle w:val="berschrift3"/>
      <w:spacing w:before="60" w:after="60"/>
      <w:jc w:val="center"/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58240" behindDoc="0" locked="0" layoutInCell="1" allowOverlap="1" wp14:anchorId="70677540" wp14:editId="624C8561">
          <wp:simplePos x="0" y="0"/>
          <wp:positionH relativeFrom="column">
            <wp:posOffset>-220980</wp:posOffset>
          </wp:positionH>
          <wp:positionV relativeFrom="paragraph">
            <wp:posOffset>-53975</wp:posOffset>
          </wp:positionV>
          <wp:extent cx="480060" cy="480060"/>
          <wp:effectExtent l="0" t="0" r="0" b="0"/>
          <wp:wrapNone/>
          <wp:docPr id="2" name="Grafik 2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7872">
      <w:t>Threads</w:t>
    </w:r>
  </w:p>
  <w:p w14:paraId="6430CF6E" w14:textId="36D61012" w:rsidR="00611402" w:rsidRDefault="00611402" w:rsidP="00611402">
    <w:pPr>
      <w:pStyle w:val="Kopfzeile"/>
      <w:spacing w:after="0" w:line="240" w:lineRule="auto"/>
      <w:jc w:val="center"/>
    </w:pPr>
    <w:r>
      <w:t>Aufgabenblatt</w:t>
    </w:r>
    <w:r>
      <w:rPr>
        <w:noProof/>
      </w:rPr>
      <w:t xml:space="preserve"> </w:t>
    </w:r>
    <w:r w:rsidR="00E410B4">
      <w:rPr>
        <w:noProof/>
      </w:rPr>
      <w:t>1</w:t>
    </w:r>
  </w:p>
  <w:p w14:paraId="64DB039B" w14:textId="578A1695" w:rsidR="009E6718" w:rsidRDefault="009E6718" w:rsidP="00AC265F">
    <w:pPr>
      <w:pStyle w:val="Kopfzeile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54503"/>
    <w:multiLevelType w:val="hybridMultilevel"/>
    <w:tmpl w:val="74E4BE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B77F1"/>
    <w:multiLevelType w:val="hybridMultilevel"/>
    <w:tmpl w:val="6686B02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C0ED6"/>
    <w:multiLevelType w:val="hybridMultilevel"/>
    <w:tmpl w:val="D46CF54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06A9F"/>
    <w:multiLevelType w:val="hybridMultilevel"/>
    <w:tmpl w:val="B59E18F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6F6498"/>
    <w:multiLevelType w:val="hybridMultilevel"/>
    <w:tmpl w:val="DA5CBC10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3"/>
  </w:num>
  <w:num w:numId="5">
    <w:abstractNumId w:val="1"/>
  </w:num>
  <w:num w:numId="6">
    <w:abstractNumId w:val="15"/>
  </w:num>
  <w:num w:numId="7">
    <w:abstractNumId w:val="3"/>
  </w:num>
  <w:num w:numId="8">
    <w:abstractNumId w:val="9"/>
  </w:num>
  <w:num w:numId="9">
    <w:abstractNumId w:val="12"/>
  </w:num>
  <w:num w:numId="10">
    <w:abstractNumId w:val="8"/>
  </w:num>
  <w:num w:numId="11">
    <w:abstractNumId w:val="16"/>
  </w:num>
  <w:num w:numId="12">
    <w:abstractNumId w:val="14"/>
  </w:num>
  <w:num w:numId="13">
    <w:abstractNumId w:val="10"/>
  </w:num>
  <w:num w:numId="14">
    <w:abstractNumId w:val="7"/>
  </w:num>
  <w:num w:numId="15">
    <w:abstractNumId w:val="5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07DA2"/>
    <w:rsid w:val="000148D5"/>
    <w:rsid w:val="00017954"/>
    <w:rsid w:val="00024DED"/>
    <w:rsid w:val="00030042"/>
    <w:rsid w:val="00031CF5"/>
    <w:rsid w:val="00034892"/>
    <w:rsid w:val="00036044"/>
    <w:rsid w:val="000509B0"/>
    <w:rsid w:val="00056142"/>
    <w:rsid w:val="00056ADF"/>
    <w:rsid w:val="00057D15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7367"/>
    <w:rsid w:val="00090CCF"/>
    <w:rsid w:val="00093A85"/>
    <w:rsid w:val="00094574"/>
    <w:rsid w:val="000954E9"/>
    <w:rsid w:val="0009727A"/>
    <w:rsid w:val="000A6594"/>
    <w:rsid w:val="000A7030"/>
    <w:rsid w:val="000B73BB"/>
    <w:rsid w:val="000C5AFC"/>
    <w:rsid w:val="000C690E"/>
    <w:rsid w:val="000D253C"/>
    <w:rsid w:val="000D34F0"/>
    <w:rsid w:val="000D5295"/>
    <w:rsid w:val="000D602C"/>
    <w:rsid w:val="000E17CA"/>
    <w:rsid w:val="000E550F"/>
    <w:rsid w:val="000E7B1B"/>
    <w:rsid w:val="000F132F"/>
    <w:rsid w:val="000F25EA"/>
    <w:rsid w:val="0010023C"/>
    <w:rsid w:val="00101DC2"/>
    <w:rsid w:val="001026F7"/>
    <w:rsid w:val="00102A7A"/>
    <w:rsid w:val="00104AC2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0A6C"/>
    <w:rsid w:val="00173EEB"/>
    <w:rsid w:val="001740EF"/>
    <w:rsid w:val="0017478C"/>
    <w:rsid w:val="001832E4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C53FC"/>
    <w:rsid w:val="001D321E"/>
    <w:rsid w:val="001D4445"/>
    <w:rsid w:val="001D52D2"/>
    <w:rsid w:val="001D5C8D"/>
    <w:rsid w:val="001D731D"/>
    <w:rsid w:val="001E011A"/>
    <w:rsid w:val="001E1AC2"/>
    <w:rsid w:val="001E414D"/>
    <w:rsid w:val="001F090E"/>
    <w:rsid w:val="001F0CBD"/>
    <w:rsid w:val="001F6F30"/>
    <w:rsid w:val="002014BF"/>
    <w:rsid w:val="00205000"/>
    <w:rsid w:val="00210A3A"/>
    <w:rsid w:val="00211549"/>
    <w:rsid w:val="00220001"/>
    <w:rsid w:val="00222738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647"/>
    <w:rsid w:val="00257403"/>
    <w:rsid w:val="002612EB"/>
    <w:rsid w:val="00264886"/>
    <w:rsid w:val="00266F6B"/>
    <w:rsid w:val="00266F8F"/>
    <w:rsid w:val="002671FD"/>
    <w:rsid w:val="00267ABC"/>
    <w:rsid w:val="002710AA"/>
    <w:rsid w:val="00271181"/>
    <w:rsid w:val="002777EC"/>
    <w:rsid w:val="002830B0"/>
    <w:rsid w:val="00284160"/>
    <w:rsid w:val="00286401"/>
    <w:rsid w:val="002917FA"/>
    <w:rsid w:val="0029659A"/>
    <w:rsid w:val="002A396B"/>
    <w:rsid w:val="002A783C"/>
    <w:rsid w:val="002B30F0"/>
    <w:rsid w:val="002B48AA"/>
    <w:rsid w:val="002B4D28"/>
    <w:rsid w:val="002B51A6"/>
    <w:rsid w:val="002C1F7B"/>
    <w:rsid w:val="002C57C6"/>
    <w:rsid w:val="002C76B8"/>
    <w:rsid w:val="002C7FC8"/>
    <w:rsid w:val="002D0E33"/>
    <w:rsid w:val="002D2667"/>
    <w:rsid w:val="002E1C46"/>
    <w:rsid w:val="002E3310"/>
    <w:rsid w:val="002E3EA3"/>
    <w:rsid w:val="002E5680"/>
    <w:rsid w:val="002E6C2D"/>
    <w:rsid w:val="002E7897"/>
    <w:rsid w:val="002E7AC5"/>
    <w:rsid w:val="002F3BDA"/>
    <w:rsid w:val="002F5185"/>
    <w:rsid w:val="002F6FA2"/>
    <w:rsid w:val="00300AB2"/>
    <w:rsid w:val="00303217"/>
    <w:rsid w:val="00304807"/>
    <w:rsid w:val="00305EBE"/>
    <w:rsid w:val="00307C72"/>
    <w:rsid w:val="00314F3E"/>
    <w:rsid w:val="00322B4C"/>
    <w:rsid w:val="00323CC0"/>
    <w:rsid w:val="0033061B"/>
    <w:rsid w:val="00330816"/>
    <w:rsid w:val="00331436"/>
    <w:rsid w:val="00331F0C"/>
    <w:rsid w:val="003362A7"/>
    <w:rsid w:val="003446B5"/>
    <w:rsid w:val="00350FED"/>
    <w:rsid w:val="00352185"/>
    <w:rsid w:val="00355CD8"/>
    <w:rsid w:val="00365DC0"/>
    <w:rsid w:val="0036627D"/>
    <w:rsid w:val="00366583"/>
    <w:rsid w:val="0037066A"/>
    <w:rsid w:val="00372E6A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878ED"/>
    <w:rsid w:val="00392EA4"/>
    <w:rsid w:val="00396BAF"/>
    <w:rsid w:val="003A52A0"/>
    <w:rsid w:val="003A6FD9"/>
    <w:rsid w:val="003B213C"/>
    <w:rsid w:val="003B4EEA"/>
    <w:rsid w:val="003B6D7F"/>
    <w:rsid w:val="003C1078"/>
    <w:rsid w:val="003C7BB8"/>
    <w:rsid w:val="003D4183"/>
    <w:rsid w:val="003D5293"/>
    <w:rsid w:val="003D7AB8"/>
    <w:rsid w:val="003E0276"/>
    <w:rsid w:val="003E11ED"/>
    <w:rsid w:val="003E24B5"/>
    <w:rsid w:val="003F1A36"/>
    <w:rsid w:val="003F2474"/>
    <w:rsid w:val="003F41D0"/>
    <w:rsid w:val="003F4B95"/>
    <w:rsid w:val="003F58FA"/>
    <w:rsid w:val="003F7AE5"/>
    <w:rsid w:val="00400E14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49CE"/>
    <w:rsid w:val="004B63D1"/>
    <w:rsid w:val="004B70BD"/>
    <w:rsid w:val="004C4152"/>
    <w:rsid w:val="004D0F6E"/>
    <w:rsid w:val="004D415D"/>
    <w:rsid w:val="004D4C7F"/>
    <w:rsid w:val="004E3A8B"/>
    <w:rsid w:val="004F08C6"/>
    <w:rsid w:val="004F13A9"/>
    <w:rsid w:val="004F29F1"/>
    <w:rsid w:val="004F2B2E"/>
    <w:rsid w:val="004F43A5"/>
    <w:rsid w:val="004F7E96"/>
    <w:rsid w:val="00500444"/>
    <w:rsid w:val="0050096D"/>
    <w:rsid w:val="005044E1"/>
    <w:rsid w:val="00507C27"/>
    <w:rsid w:val="00507E68"/>
    <w:rsid w:val="005121E3"/>
    <w:rsid w:val="00512703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6025C"/>
    <w:rsid w:val="00560397"/>
    <w:rsid w:val="00560DE8"/>
    <w:rsid w:val="00562701"/>
    <w:rsid w:val="00563118"/>
    <w:rsid w:val="00564672"/>
    <w:rsid w:val="0056542C"/>
    <w:rsid w:val="005662B3"/>
    <w:rsid w:val="005673DA"/>
    <w:rsid w:val="00567786"/>
    <w:rsid w:val="00567C3F"/>
    <w:rsid w:val="00567CC4"/>
    <w:rsid w:val="005707F2"/>
    <w:rsid w:val="00571844"/>
    <w:rsid w:val="0057561A"/>
    <w:rsid w:val="005775D1"/>
    <w:rsid w:val="00585CD7"/>
    <w:rsid w:val="00597436"/>
    <w:rsid w:val="005A124D"/>
    <w:rsid w:val="005A1E8F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D0EB9"/>
    <w:rsid w:val="005D38B7"/>
    <w:rsid w:val="005D7BD2"/>
    <w:rsid w:val="005D7CC6"/>
    <w:rsid w:val="005E369A"/>
    <w:rsid w:val="005E61A3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1402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705CE"/>
    <w:rsid w:val="00670E7E"/>
    <w:rsid w:val="00671365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7287"/>
    <w:rsid w:val="006A160E"/>
    <w:rsid w:val="006A4944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6CD8"/>
    <w:rsid w:val="00700118"/>
    <w:rsid w:val="007026E1"/>
    <w:rsid w:val="00704DA5"/>
    <w:rsid w:val="0070611F"/>
    <w:rsid w:val="00713AFE"/>
    <w:rsid w:val="0071506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5D0"/>
    <w:rsid w:val="00744E04"/>
    <w:rsid w:val="007469FD"/>
    <w:rsid w:val="0074721A"/>
    <w:rsid w:val="00752EC2"/>
    <w:rsid w:val="00753007"/>
    <w:rsid w:val="007538D3"/>
    <w:rsid w:val="007539C0"/>
    <w:rsid w:val="00754405"/>
    <w:rsid w:val="00757D6E"/>
    <w:rsid w:val="00766006"/>
    <w:rsid w:val="00767662"/>
    <w:rsid w:val="00770B33"/>
    <w:rsid w:val="00772E6B"/>
    <w:rsid w:val="00773836"/>
    <w:rsid w:val="00775AAD"/>
    <w:rsid w:val="00783D26"/>
    <w:rsid w:val="00786C56"/>
    <w:rsid w:val="007920B4"/>
    <w:rsid w:val="007940CB"/>
    <w:rsid w:val="00795E11"/>
    <w:rsid w:val="007A0AC9"/>
    <w:rsid w:val="007A13B1"/>
    <w:rsid w:val="007A2FA7"/>
    <w:rsid w:val="007B1DC9"/>
    <w:rsid w:val="007B5D32"/>
    <w:rsid w:val="007C177C"/>
    <w:rsid w:val="007C203B"/>
    <w:rsid w:val="007C5388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10E82"/>
    <w:rsid w:val="008125EE"/>
    <w:rsid w:val="008144B2"/>
    <w:rsid w:val="00816E37"/>
    <w:rsid w:val="0082749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0226"/>
    <w:rsid w:val="008517BE"/>
    <w:rsid w:val="00852FDE"/>
    <w:rsid w:val="008675B2"/>
    <w:rsid w:val="00867975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A3228"/>
    <w:rsid w:val="008C2B4B"/>
    <w:rsid w:val="008C4574"/>
    <w:rsid w:val="008C4E52"/>
    <w:rsid w:val="008C5B7B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E73"/>
    <w:rsid w:val="00900544"/>
    <w:rsid w:val="0090081F"/>
    <w:rsid w:val="00901447"/>
    <w:rsid w:val="009018DA"/>
    <w:rsid w:val="009042A4"/>
    <w:rsid w:val="00904536"/>
    <w:rsid w:val="00911A54"/>
    <w:rsid w:val="00912116"/>
    <w:rsid w:val="00920B92"/>
    <w:rsid w:val="00921FF0"/>
    <w:rsid w:val="009229E6"/>
    <w:rsid w:val="00932E50"/>
    <w:rsid w:val="009330F1"/>
    <w:rsid w:val="00937872"/>
    <w:rsid w:val="0094437F"/>
    <w:rsid w:val="00944DE2"/>
    <w:rsid w:val="009451F5"/>
    <w:rsid w:val="00946691"/>
    <w:rsid w:val="00952C3F"/>
    <w:rsid w:val="00955FEB"/>
    <w:rsid w:val="009560D1"/>
    <w:rsid w:val="0097333B"/>
    <w:rsid w:val="00975433"/>
    <w:rsid w:val="009819FE"/>
    <w:rsid w:val="00983219"/>
    <w:rsid w:val="00985E38"/>
    <w:rsid w:val="009954F0"/>
    <w:rsid w:val="009A19E7"/>
    <w:rsid w:val="009A2B77"/>
    <w:rsid w:val="009A3714"/>
    <w:rsid w:val="009A3BC6"/>
    <w:rsid w:val="009B141A"/>
    <w:rsid w:val="009B1CCE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9F4BFB"/>
    <w:rsid w:val="00A020AF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315"/>
    <w:rsid w:val="00A16BE8"/>
    <w:rsid w:val="00A20640"/>
    <w:rsid w:val="00A23C83"/>
    <w:rsid w:val="00A23F6B"/>
    <w:rsid w:val="00A253A5"/>
    <w:rsid w:val="00A25DBA"/>
    <w:rsid w:val="00A271F3"/>
    <w:rsid w:val="00A35200"/>
    <w:rsid w:val="00A40FE0"/>
    <w:rsid w:val="00A52999"/>
    <w:rsid w:val="00A52D30"/>
    <w:rsid w:val="00A570A3"/>
    <w:rsid w:val="00A714E2"/>
    <w:rsid w:val="00A75CC9"/>
    <w:rsid w:val="00A77E65"/>
    <w:rsid w:val="00A81135"/>
    <w:rsid w:val="00A8644E"/>
    <w:rsid w:val="00A913A5"/>
    <w:rsid w:val="00A93C75"/>
    <w:rsid w:val="00A94AB6"/>
    <w:rsid w:val="00AA1769"/>
    <w:rsid w:val="00AA6C04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C5E10"/>
    <w:rsid w:val="00AC64A6"/>
    <w:rsid w:val="00AD176F"/>
    <w:rsid w:val="00AD3EE3"/>
    <w:rsid w:val="00AD4F08"/>
    <w:rsid w:val="00AD5DBB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40D6"/>
    <w:rsid w:val="00B3614E"/>
    <w:rsid w:val="00B3618E"/>
    <w:rsid w:val="00B427B9"/>
    <w:rsid w:val="00B45DDA"/>
    <w:rsid w:val="00B5010C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6358"/>
    <w:rsid w:val="00BB0400"/>
    <w:rsid w:val="00BB05BF"/>
    <w:rsid w:val="00BB17B8"/>
    <w:rsid w:val="00BB379C"/>
    <w:rsid w:val="00BB56CD"/>
    <w:rsid w:val="00BC4061"/>
    <w:rsid w:val="00BD0325"/>
    <w:rsid w:val="00BD20A3"/>
    <w:rsid w:val="00BD4307"/>
    <w:rsid w:val="00BD5BEC"/>
    <w:rsid w:val="00BD61BB"/>
    <w:rsid w:val="00BE3B2E"/>
    <w:rsid w:val="00BE7890"/>
    <w:rsid w:val="00BF0760"/>
    <w:rsid w:val="00BF13D7"/>
    <w:rsid w:val="00BF53CB"/>
    <w:rsid w:val="00BF6C8E"/>
    <w:rsid w:val="00C02679"/>
    <w:rsid w:val="00C118E4"/>
    <w:rsid w:val="00C1679A"/>
    <w:rsid w:val="00C21875"/>
    <w:rsid w:val="00C24309"/>
    <w:rsid w:val="00C24447"/>
    <w:rsid w:val="00C32B82"/>
    <w:rsid w:val="00C41456"/>
    <w:rsid w:val="00C41E70"/>
    <w:rsid w:val="00C46513"/>
    <w:rsid w:val="00C51E1F"/>
    <w:rsid w:val="00C61D4D"/>
    <w:rsid w:val="00C67341"/>
    <w:rsid w:val="00C67F56"/>
    <w:rsid w:val="00C72505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5358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5FD3"/>
    <w:rsid w:val="00CE2B0E"/>
    <w:rsid w:val="00CF2540"/>
    <w:rsid w:val="00CF76DC"/>
    <w:rsid w:val="00D008B5"/>
    <w:rsid w:val="00D02FAE"/>
    <w:rsid w:val="00D03823"/>
    <w:rsid w:val="00D052AD"/>
    <w:rsid w:val="00D10F22"/>
    <w:rsid w:val="00D11D81"/>
    <w:rsid w:val="00D200AA"/>
    <w:rsid w:val="00D215F3"/>
    <w:rsid w:val="00D230BE"/>
    <w:rsid w:val="00D24E52"/>
    <w:rsid w:val="00D24EB7"/>
    <w:rsid w:val="00D30743"/>
    <w:rsid w:val="00D325CA"/>
    <w:rsid w:val="00D3666B"/>
    <w:rsid w:val="00D37A0D"/>
    <w:rsid w:val="00D40019"/>
    <w:rsid w:val="00D407B1"/>
    <w:rsid w:val="00D54D3B"/>
    <w:rsid w:val="00D56048"/>
    <w:rsid w:val="00D617EC"/>
    <w:rsid w:val="00D622D1"/>
    <w:rsid w:val="00D64257"/>
    <w:rsid w:val="00D66B4A"/>
    <w:rsid w:val="00D70348"/>
    <w:rsid w:val="00D72C10"/>
    <w:rsid w:val="00D7414C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B3C33"/>
    <w:rsid w:val="00DC3289"/>
    <w:rsid w:val="00DD14C8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E02725"/>
    <w:rsid w:val="00E11705"/>
    <w:rsid w:val="00E1235A"/>
    <w:rsid w:val="00E14185"/>
    <w:rsid w:val="00E21E9D"/>
    <w:rsid w:val="00E23209"/>
    <w:rsid w:val="00E2551F"/>
    <w:rsid w:val="00E32FD4"/>
    <w:rsid w:val="00E34E0B"/>
    <w:rsid w:val="00E36CB5"/>
    <w:rsid w:val="00E410B4"/>
    <w:rsid w:val="00E426DC"/>
    <w:rsid w:val="00E46A90"/>
    <w:rsid w:val="00E54176"/>
    <w:rsid w:val="00E55289"/>
    <w:rsid w:val="00E60005"/>
    <w:rsid w:val="00E63399"/>
    <w:rsid w:val="00E64D98"/>
    <w:rsid w:val="00E70638"/>
    <w:rsid w:val="00E7524B"/>
    <w:rsid w:val="00E7667C"/>
    <w:rsid w:val="00E803FA"/>
    <w:rsid w:val="00E81BF4"/>
    <w:rsid w:val="00E84AD4"/>
    <w:rsid w:val="00E861D4"/>
    <w:rsid w:val="00E914A8"/>
    <w:rsid w:val="00E943CD"/>
    <w:rsid w:val="00E95995"/>
    <w:rsid w:val="00E97A43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123F"/>
    <w:rsid w:val="00ED23D2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2CB4"/>
    <w:rsid w:val="00F051D1"/>
    <w:rsid w:val="00F075A6"/>
    <w:rsid w:val="00F12A38"/>
    <w:rsid w:val="00F1388D"/>
    <w:rsid w:val="00F1394C"/>
    <w:rsid w:val="00F13C61"/>
    <w:rsid w:val="00F16A9C"/>
    <w:rsid w:val="00F23842"/>
    <w:rsid w:val="00F23920"/>
    <w:rsid w:val="00F23B4E"/>
    <w:rsid w:val="00F27DA3"/>
    <w:rsid w:val="00F43803"/>
    <w:rsid w:val="00F4541B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822D1"/>
    <w:rsid w:val="00F83386"/>
    <w:rsid w:val="00F8370E"/>
    <w:rsid w:val="00F87B1C"/>
    <w:rsid w:val="00F87CBB"/>
    <w:rsid w:val="00F97F3C"/>
    <w:rsid w:val="00FA09F0"/>
    <w:rsid w:val="00FA4FED"/>
    <w:rsid w:val="00FA7FA5"/>
    <w:rsid w:val="00FB4AAD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41321-39FA-4F9E-B18D-30CB01A99D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2C38CD-F611-4B6F-A4AD-F93BD6F710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6DBE89-E96F-4246-9BAE-725841F615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4C09C-8634-43D6-B940-D4188A7D0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1</Pages>
  <Words>115</Words>
  <Characters>670</Characters>
  <Application>Microsoft Office Word</Application>
  <DocSecurity>0</DocSecurity>
  <Lines>20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Vorlagenblatt</dc:subject>
  <dc:creator>Stephan Schnittger</dc:creator>
  <cp:lastModifiedBy>txtbro_ strauss</cp:lastModifiedBy>
  <cp:revision>41</cp:revision>
  <cp:lastPrinted>2020-04-17T16:39:00Z</cp:lastPrinted>
  <dcterms:created xsi:type="dcterms:W3CDTF">2020-02-25T14:47:00Z</dcterms:created>
  <dcterms:modified xsi:type="dcterms:W3CDTF">2021-06-15T15:05:00Z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